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E757F30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801E5F">
        <w:rPr>
          <w:lang w:val="en-GB"/>
        </w:rPr>
        <w:t xml:space="preserve"> 15-G003-25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260FA3D5" w:rsidR="00C44890" w:rsidRDefault="00C44890" w:rsidP="00B8386E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5DA9CA43" w14:textId="423C7299" w:rsidR="00B8386E" w:rsidRPr="00AE6842" w:rsidRDefault="00B8386E" w:rsidP="00B8386E">
      <w:pPr>
        <w:rPr>
          <w:lang w:val="en-GB"/>
        </w:rPr>
      </w:pPr>
      <w:bookmarkStart w:id="5" w:name="_Toc312171709"/>
      <w:r>
        <w:rPr>
          <w:lang w:val="en-GB"/>
        </w:rPr>
        <w:t>The project was proposed from Aranuka Island Council to help better equipped the island with multi-purpose workshop. This project will accommodate the islander</w:t>
      </w:r>
      <w:r w:rsidR="00920F5D">
        <w:rPr>
          <w:lang w:val="en-GB"/>
        </w:rPr>
        <w:t>s</w:t>
      </w:r>
      <w:r>
        <w:rPr>
          <w:lang w:val="en-GB"/>
        </w:rPr>
        <w:t xml:space="preserve"> need by providing more oppo</w:t>
      </w:r>
      <w:r w:rsidR="00920F5D">
        <w:rPr>
          <w:lang w:val="en-GB"/>
        </w:rPr>
        <w:t>rtunities and to maintaining</w:t>
      </w:r>
      <w:r>
        <w:rPr>
          <w:lang w:val="en-GB"/>
        </w:rPr>
        <w:t xml:space="preserve"> transport</w:t>
      </w:r>
      <w:r w:rsidR="00920F5D">
        <w:rPr>
          <w:lang w:val="en-GB"/>
        </w:rPr>
        <w:t>s</w:t>
      </w:r>
      <w:r>
        <w:rPr>
          <w:lang w:val="en-GB"/>
        </w:rPr>
        <w:t xml:space="preserve"> on Aranuka. The island council </w:t>
      </w:r>
      <w:r w:rsidR="00B426E4">
        <w:rPr>
          <w:lang w:val="en-GB"/>
        </w:rPr>
        <w:t>promised that this project will ensure positively development and improvement to the livelihood of the islander through employment creation and revenue generated.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63B9B8A8" w14:textId="5C791E20" w:rsidR="002A474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B426E4">
        <w:rPr>
          <w:lang w:val="en-GB"/>
        </w:rPr>
        <w:t xml:space="preserve"> Not that the list of requirement can be found in the </w:t>
      </w:r>
      <w:r w:rsidR="00B426E4" w:rsidRPr="00B426E4">
        <w:rPr>
          <w:b/>
          <w:lang w:val="en-GB"/>
        </w:rPr>
        <w:t>Instruction on</w:t>
      </w:r>
      <w:r w:rsidR="00B426E4">
        <w:rPr>
          <w:lang w:val="en-GB"/>
        </w:rPr>
        <w:t xml:space="preserve"> </w:t>
      </w:r>
      <w:r w:rsidR="00B426E4" w:rsidRPr="00B426E4">
        <w:rPr>
          <w:b/>
          <w:lang w:val="en-GB"/>
        </w:rPr>
        <w:t xml:space="preserve">How to submit Tender </w:t>
      </w:r>
      <w:r w:rsidR="00B426E4">
        <w:rPr>
          <w:lang w:val="en-GB"/>
        </w:rPr>
        <w:t>refer to page 5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366A9200" w:rsidR="00C44890" w:rsidRPr="00722BA6" w:rsidRDefault="00722BA6" w:rsidP="00722BA6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722BA6">
        <w:rPr>
          <w:rFonts w:ascii="Times New Roman" w:hAnsi="Times New Roman"/>
          <w:sz w:val="24"/>
          <w:szCs w:val="24"/>
          <w:lang w:val="en-GB"/>
        </w:rPr>
        <w:t>Construction Services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59704710" w:rsidR="00C44890" w:rsidRPr="00492684" w:rsidRDefault="00722BA6" w:rsidP="00C44890">
      <w:pPr>
        <w:rPr>
          <w:lang w:val="en-GB"/>
        </w:rPr>
      </w:pPr>
      <w:r>
        <w:rPr>
          <w:lang w:val="en-GB"/>
        </w:rPr>
        <w:t>The suppliers are required to provide the delivery time frame &amp; plan.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7830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D129DD8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 kg Portland cement</w:t>
            </w:r>
          </w:p>
        </w:tc>
        <w:tc>
          <w:tcPr>
            <w:tcW w:w="1134" w:type="dxa"/>
          </w:tcPr>
          <w:p w14:paraId="352597C6" w14:textId="6F5D541D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228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2EFA1915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Sand</w:t>
            </w:r>
          </w:p>
        </w:tc>
        <w:tc>
          <w:tcPr>
            <w:tcW w:w="1134" w:type="dxa"/>
          </w:tcPr>
          <w:p w14:paraId="468F09AE" w14:textId="35B9C3A6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5A721691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Aggregate</w:t>
            </w:r>
          </w:p>
        </w:tc>
        <w:tc>
          <w:tcPr>
            <w:tcW w:w="1134" w:type="dxa"/>
          </w:tcPr>
          <w:p w14:paraId="7E95E12C" w14:textId="213425BB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2088038F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Formply 2.0x1.2 per sheet</w:t>
            </w:r>
          </w:p>
        </w:tc>
        <w:tc>
          <w:tcPr>
            <w:tcW w:w="1134" w:type="dxa"/>
          </w:tcPr>
          <w:p w14:paraId="7287B7A9" w14:textId="62DF661E" w:rsidR="002A4740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0F5D" w:rsidRPr="00492684" w14:paraId="442939A1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0075E1" w14:textId="4B15A3D8" w:rsidR="00920F5D" w:rsidRPr="00492684" w:rsidRDefault="00920F5D" w:rsidP="00C44890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678" w:type="dxa"/>
          </w:tcPr>
          <w:p w14:paraId="1DB704CB" w14:textId="56E130FF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Pine Timber 150x25mm in Length </w:t>
            </w:r>
          </w:p>
        </w:tc>
        <w:tc>
          <w:tcPr>
            <w:tcW w:w="1134" w:type="dxa"/>
          </w:tcPr>
          <w:p w14:paraId="113FA13D" w14:textId="16E516AC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9" w:type="dxa"/>
          </w:tcPr>
          <w:p w14:paraId="51194B32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266932E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0F5D" w:rsidRPr="00492684" w14:paraId="0201888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569811" w14:textId="7026F6B4" w:rsidR="00920F5D" w:rsidRDefault="00920F5D" w:rsidP="00C44890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678" w:type="dxa"/>
          </w:tcPr>
          <w:p w14:paraId="4C147960" w14:textId="0D911D9F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Pine Timber 50x50mm in length</w:t>
            </w:r>
          </w:p>
        </w:tc>
        <w:tc>
          <w:tcPr>
            <w:tcW w:w="1134" w:type="dxa"/>
          </w:tcPr>
          <w:p w14:paraId="4881305D" w14:textId="56EBD975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9" w:type="dxa"/>
          </w:tcPr>
          <w:p w14:paraId="1F294D7C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8E3E87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0F5D" w:rsidRPr="00492684" w14:paraId="3407405C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222ECF3" w14:textId="77C4BE29" w:rsidR="00920F5D" w:rsidRDefault="00920F5D" w:rsidP="00C44890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678" w:type="dxa"/>
          </w:tcPr>
          <w:p w14:paraId="40E91433" w14:textId="3A590C51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Polthene 50x50mm in length </w:t>
            </w:r>
          </w:p>
        </w:tc>
        <w:tc>
          <w:tcPr>
            <w:tcW w:w="1134" w:type="dxa"/>
          </w:tcPr>
          <w:p w14:paraId="48B8ADFC" w14:textId="6B1297C8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9" w:type="dxa"/>
          </w:tcPr>
          <w:p w14:paraId="6FF784FF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B60C6C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0F5D" w:rsidRPr="00492684" w14:paraId="05CA851E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03CA77" w14:textId="35974D2D" w:rsidR="00920F5D" w:rsidRDefault="00920F5D" w:rsidP="00C44890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678" w:type="dxa"/>
          </w:tcPr>
          <w:p w14:paraId="697B1C62" w14:textId="67F71EB9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Arc Fabric mesh wire 5.5mx2.13m (59m2)</w:t>
            </w:r>
          </w:p>
        </w:tc>
        <w:tc>
          <w:tcPr>
            <w:tcW w:w="1134" w:type="dxa"/>
          </w:tcPr>
          <w:p w14:paraId="32FCBDAF" w14:textId="0D723FC3" w:rsidR="00920F5D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9" w:type="dxa"/>
          </w:tcPr>
          <w:p w14:paraId="2505B380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C3EF91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0F5D" w:rsidRPr="00492684" w14:paraId="25CA4952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1AA695" w14:textId="3A40603E" w:rsidR="00920F5D" w:rsidRDefault="00920F5D" w:rsidP="00C4489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9</w:t>
            </w:r>
          </w:p>
        </w:tc>
        <w:tc>
          <w:tcPr>
            <w:tcW w:w="4678" w:type="dxa"/>
          </w:tcPr>
          <w:p w14:paraId="7B758A0D" w14:textId="4E11BEF2" w:rsidR="00920F5D" w:rsidRDefault="00C83C3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10mm dia. Reinfrocing bar in 6m length</w:t>
            </w:r>
          </w:p>
        </w:tc>
        <w:tc>
          <w:tcPr>
            <w:tcW w:w="1134" w:type="dxa"/>
          </w:tcPr>
          <w:p w14:paraId="673E1273" w14:textId="0C6A200C" w:rsidR="00920F5D" w:rsidRDefault="00C83C3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1559" w:type="dxa"/>
          </w:tcPr>
          <w:p w14:paraId="5356BE30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1CB0D4E" w14:textId="77777777" w:rsidR="00920F5D" w:rsidRPr="00492684" w:rsidRDefault="00920F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83C35" w:rsidRPr="00492684" w14:paraId="32CADC8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D03C8E" w14:textId="2C28A16E" w:rsidR="00C83C35" w:rsidRDefault="00C83C35" w:rsidP="00C44890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4678" w:type="dxa"/>
          </w:tcPr>
          <w:p w14:paraId="0CB00867" w14:textId="1BCE1F96" w:rsidR="00C83C35" w:rsidRDefault="00C83C3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dia. Reinforcing bar in 6m length</w:t>
            </w:r>
          </w:p>
        </w:tc>
        <w:tc>
          <w:tcPr>
            <w:tcW w:w="1134" w:type="dxa"/>
          </w:tcPr>
          <w:p w14:paraId="583F11B6" w14:textId="0CCF0FCE" w:rsidR="00C83C35" w:rsidRDefault="00C83C3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1559" w:type="dxa"/>
          </w:tcPr>
          <w:p w14:paraId="06975919" w14:textId="77777777" w:rsidR="00C83C35" w:rsidRPr="00492684" w:rsidRDefault="00C83C3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741CFB9" w14:textId="77777777" w:rsidR="00C83C35" w:rsidRPr="00492684" w:rsidRDefault="00C83C3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06F5D2C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07DDBE" w14:textId="47959A8D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4678" w:type="dxa"/>
          </w:tcPr>
          <w:p w14:paraId="7DD2975D" w14:textId="3D7319DF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6mm dia. Reinforcing bar in 6m length</w:t>
            </w:r>
          </w:p>
        </w:tc>
        <w:tc>
          <w:tcPr>
            <w:tcW w:w="1134" w:type="dxa"/>
          </w:tcPr>
          <w:p w14:paraId="1305C6B8" w14:textId="5801B61B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51</w:t>
            </w:r>
          </w:p>
        </w:tc>
        <w:tc>
          <w:tcPr>
            <w:tcW w:w="1559" w:type="dxa"/>
          </w:tcPr>
          <w:p w14:paraId="5FA5451A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258E27D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471FF11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3D80574" w14:textId="44ADEB1D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4678" w:type="dxa"/>
          </w:tcPr>
          <w:p w14:paraId="51560B7B" w14:textId="144A15C0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200mm block </w:t>
            </w:r>
          </w:p>
        </w:tc>
        <w:tc>
          <w:tcPr>
            <w:tcW w:w="1134" w:type="dxa"/>
          </w:tcPr>
          <w:p w14:paraId="6D034D71" w14:textId="6BC0D2DB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922</w:t>
            </w:r>
          </w:p>
        </w:tc>
        <w:tc>
          <w:tcPr>
            <w:tcW w:w="1559" w:type="dxa"/>
          </w:tcPr>
          <w:p w14:paraId="32BEC723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BEA5085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7D0E1F0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9B37D74" w14:textId="15C80F40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4678" w:type="dxa"/>
          </w:tcPr>
          <w:p w14:paraId="45E07BD8" w14:textId="60CFA5BC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100x4 galv metal strap (30m/roll)</w:t>
            </w:r>
          </w:p>
        </w:tc>
        <w:tc>
          <w:tcPr>
            <w:tcW w:w="1134" w:type="dxa"/>
          </w:tcPr>
          <w:p w14:paraId="4FFBE9DB" w14:textId="7594347D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0E474EFA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0AD8D2F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60FA1A41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2F79D5" w14:textId="258FEB32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4678" w:type="dxa"/>
          </w:tcPr>
          <w:p w14:paraId="4D61A4DD" w14:textId="7B37FCEC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 blade louver frame</w:t>
            </w:r>
          </w:p>
        </w:tc>
        <w:tc>
          <w:tcPr>
            <w:tcW w:w="1134" w:type="dxa"/>
          </w:tcPr>
          <w:p w14:paraId="35FE8CE0" w14:textId="4AAE9146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9" w:type="dxa"/>
          </w:tcPr>
          <w:p w14:paraId="016F3802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2C454E8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7DB9A4C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DFBE69" w14:textId="3B314209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4678" w:type="dxa"/>
          </w:tcPr>
          <w:p w14:paraId="21988043" w14:textId="4EE5F6C9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blade louver frame </w:t>
            </w:r>
          </w:p>
        </w:tc>
        <w:tc>
          <w:tcPr>
            <w:tcW w:w="1134" w:type="dxa"/>
          </w:tcPr>
          <w:p w14:paraId="727D5411" w14:textId="131F18DD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4D0F0630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46D3C93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0A7B6B44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C9540A1" w14:textId="6A3F5F39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4678" w:type="dxa"/>
          </w:tcPr>
          <w:p w14:paraId="74DD2AE4" w14:textId="237973C2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75x50mm timber pine</w:t>
            </w:r>
          </w:p>
        </w:tc>
        <w:tc>
          <w:tcPr>
            <w:tcW w:w="1134" w:type="dxa"/>
          </w:tcPr>
          <w:p w14:paraId="63C354D4" w14:textId="7C433ABA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1559" w:type="dxa"/>
          </w:tcPr>
          <w:p w14:paraId="579A2759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FE47578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4A68F6F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2638681" w14:textId="20E392DA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4678" w:type="dxa"/>
          </w:tcPr>
          <w:p w14:paraId="6F2C0250" w14:textId="4D615928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50x50mm timber pine</w:t>
            </w:r>
          </w:p>
        </w:tc>
        <w:tc>
          <w:tcPr>
            <w:tcW w:w="1134" w:type="dxa"/>
          </w:tcPr>
          <w:p w14:paraId="0661B638" w14:textId="67738313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9" w:type="dxa"/>
          </w:tcPr>
          <w:p w14:paraId="6D983F42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4BFBAAB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6B17F654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A2C077" w14:textId="0E0C8150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4678" w:type="dxa"/>
          </w:tcPr>
          <w:p w14:paraId="1ABE828E" w14:textId="461A4AB2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200x25mm fascia board &amp; barge board</w:t>
            </w:r>
          </w:p>
        </w:tc>
        <w:tc>
          <w:tcPr>
            <w:tcW w:w="1134" w:type="dxa"/>
          </w:tcPr>
          <w:p w14:paraId="19A33597" w14:textId="4997E189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9" w:type="dxa"/>
          </w:tcPr>
          <w:p w14:paraId="254B9795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002EBAB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444CE058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A514FF" w14:textId="3005611F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4678" w:type="dxa"/>
          </w:tcPr>
          <w:p w14:paraId="7B23766A" w14:textId="063782F3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100x50mm timber pine</w:t>
            </w:r>
          </w:p>
        </w:tc>
        <w:tc>
          <w:tcPr>
            <w:tcW w:w="1134" w:type="dxa"/>
          </w:tcPr>
          <w:p w14:paraId="1A82C369" w14:textId="54F73B02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559" w:type="dxa"/>
          </w:tcPr>
          <w:p w14:paraId="258F5336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677FDB6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7D4E129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E72A6D" w14:textId="168EDF21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4678" w:type="dxa"/>
          </w:tcPr>
          <w:p w14:paraId="27535F75" w14:textId="47F19E9F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timber pine </w:t>
            </w:r>
          </w:p>
        </w:tc>
        <w:tc>
          <w:tcPr>
            <w:tcW w:w="1134" w:type="dxa"/>
          </w:tcPr>
          <w:p w14:paraId="4481C666" w14:textId="587F4AB3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41A5080D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332C21F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746777E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EBDDF02" w14:textId="42ED9044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4678" w:type="dxa"/>
          </w:tcPr>
          <w:p w14:paraId="75211BED" w14:textId="1E7F4004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100x50mm dressed dakua for header, mullion and door frame and window</w:t>
            </w:r>
          </w:p>
        </w:tc>
        <w:tc>
          <w:tcPr>
            <w:tcW w:w="1134" w:type="dxa"/>
          </w:tcPr>
          <w:p w14:paraId="123948E3" w14:textId="2DB09F0E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9" w:type="dxa"/>
          </w:tcPr>
          <w:p w14:paraId="3AADF49F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8E4E87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77BF0DC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D3B7C6D" w14:textId="57196623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4678" w:type="dxa"/>
          </w:tcPr>
          <w:p w14:paraId="5E213B5C" w14:textId="29C4130D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150x50mm dakua for window sill</w:t>
            </w:r>
          </w:p>
        </w:tc>
        <w:tc>
          <w:tcPr>
            <w:tcW w:w="1134" w:type="dxa"/>
          </w:tcPr>
          <w:p w14:paraId="3BEF297D" w14:textId="27DAF6AB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61177DEB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D469495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33F7DB8F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95BF1F6" w14:textId="49A08721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4678" w:type="dxa"/>
          </w:tcPr>
          <w:p w14:paraId="375E4C73" w14:textId="7B08E6A2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Masonite hardboard lining 2.4x1.2</w:t>
            </w:r>
          </w:p>
        </w:tc>
        <w:tc>
          <w:tcPr>
            <w:tcW w:w="1134" w:type="dxa"/>
          </w:tcPr>
          <w:p w14:paraId="37A7A8B3" w14:textId="72DCC3C1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35FFBB76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EC76EF1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1E4490E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B71F47" w14:textId="4CA7F46F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4678" w:type="dxa"/>
          </w:tcPr>
          <w:p w14:paraId="5737CCFE" w14:textId="0BB04F2B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12mm plywood for gusset</w:t>
            </w:r>
          </w:p>
        </w:tc>
        <w:tc>
          <w:tcPr>
            <w:tcW w:w="1134" w:type="dxa"/>
          </w:tcPr>
          <w:p w14:paraId="12C02330" w14:textId="03511319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9" w:type="dxa"/>
          </w:tcPr>
          <w:p w14:paraId="7012A607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6784039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0EB70A9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B321DB4" w14:textId="443B1179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4678" w:type="dxa"/>
          </w:tcPr>
          <w:p w14:paraId="5CAA5AF4" w14:textId="1728EB09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Corrugated zincalum roof decking</w:t>
            </w:r>
          </w:p>
        </w:tc>
        <w:tc>
          <w:tcPr>
            <w:tcW w:w="1134" w:type="dxa"/>
          </w:tcPr>
          <w:p w14:paraId="0E70374F" w14:textId="77777777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2067E10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E1ECD4E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2B66F18D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62BE364" w14:textId="7C77F525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4678" w:type="dxa"/>
          </w:tcPr>
          <w:p w14:paraId="3CBF5509" w14:textId="28309A84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17ft zincalum roofing </w:t>
            </w:r>
          </w:p>
        </w:tc>
        <w:tc>
          <w:tcPr>
            <w:tcW w:w="1134" w:type="dxa"/>
          </w:tcPr>
          <w:p w14:paraId="132E0EB7" w14:textId="03A96135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559" w:type="dxa"/>
          </w:tcPr>
          <w:p w14:paraId="68F75127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2F13ABA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34F0C" w:rsidRPr="00492684" w14:paraId="2BD9EB3F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4DC313C" w14:textId="083AB4BF" w:rsidR="00634F0C" w:rsidRDefault="00634F0C" w:rsidP="00C44890">
            <w:pPr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4678" w:type="dxa"/>
          </w:tcPr>
          <w:p w14:paraId="6E59A888" w14:textId="036979A2" w:rsidR="00634F0C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 ridge ca</w:t>
            </w:r>
            <w:r w:rsidR="0053558D">
              <w:rPr>
                <w:lang w:val="en-GB"/>
              </w:rPr>
              <w:t>pping @ 2.4m/pcs</w:t>
            </w:r>
          </w:p>
        </w:tc>
        <w:tc>
          <w:tcPr>
            <w:tcW w:w="1134" w:type="dxa"/>
          </w:tcPr>
          <w:p w14:paraId="00A34C2A" w14:textId="5720829D" w:rsidR="00634F0C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9" w:type="dxa"/>
          </w:tcPr>
          <w:p w14:paraId="13ADAA52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6BD513" w14:textId="77777777" w:rsidR="00634F0C" w:rsidRPr="00492684" w:rsidRDefault="00634F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0F65FED6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27A6C9" w14:textId="4B0932D0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4678" w:type="dxa"/>
          </w:tcPr>
          <w:p w14:paraId="563657A4" w14:textId="7C24A6E2" w:rsidR="0053558D" w:rsidRPr="00801E5F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801E5F">
              <w:rPr>
                <w:lang w:val="de-DE"/>
              </w:rPr>
              <w:t>Alum fascia gutter @ 2.4m/pcs</w:t>
            </w:r>
          </w:p>
        </w:tc>
        <w:tc>
          <w:tcPr>
            <w:tcW w:w="1134" w:type="dxa"/>
          </w:tcPr>
          <w:p w14:paraId="7DCD1A9F" w14:textId="64A3A537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9" w:type="dxa"/>
          </w:tcPr>
          <w:p w14:paraId="4083431E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6B2AB65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626FF8B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022A100" w14:textId="14A864A6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4678" w:type="dxa"/>
          </w:tcPr>
          <w:p w14:paraId="6B872EFA" w14:textId="2AE2E3A3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Gutter bracket 1.2m</w:t>
            </w:r>
          </w:p>
        </w:tc>
        <w:tc>
          <w:tcPr>
            <w:tcW w:w="1134" w:type="dxa"/>
          </w:tcPr>
          <w:p w14:paraId="3C220C94" w14:textId="45837442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9" w:type="dxa"/>
          </w:tcPr>
          <w:p w14:paraId="01496901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84DF9AA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4AFDABAE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2B18D96" w14:textId="4E7D88E8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4678" w:type="dxa"/>
          </w:tcPr>
          <w:p w14:paraId="2091AADB" w14:textId="408F597B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Stop ends joint to gutter</w:t>
            </w:r>
          </w:p>
        </w:tc>
        <w:tc>
          <w:tcPr>
            <w:tcW w:w="1134" w:type="dxa"/>
          </w:tcPr>
          <w:p w14:paraId="0F5454AD" w14:textId="581AB9E0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31411E68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A38400B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7419A74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3FFB6C" w14:textId="4D4B9F42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4678" w:type="dxa"/>
          </w:tcPr>
          <w:p w14:paraId="779D4CC0" w14:textId="79C8F340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 vent cowl</w:t>
            </w:r>
          </w:p>
        </w:tc>
        <w:tc>
          <w:tcPr>
            <w:tcW w:w="1134" w:type="dxa"/>
          </w:tcPr>
          <w:p w14:paraId="68965EF4" w14:textId="30B70F92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6BC5A48F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46EDB3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33E7D860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7BDCB9" w14:textId="098C7480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4678" w:type="dxa"/>
          </w:tcPr>
          <w:p w14:paraId="71CFA0E9" w14:textId="6269B0D0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pvc downpipe and vent</w:t>
            </w:r>
          </w:p>
        </w:tc>
        <w:tc>
          <w:tcPr>
            <w:tcW w:w="1134" w:type="dxa"/>
          </w:tcPr>
          <w:p w14:paraId="455D06A7" w14:textId="6E7139E7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1CD4FFD3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266FC3F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0E838F94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266BDB" w14:textId="4931BFAF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4678" w:type="dxa"/>
          </w:tcPr>
          <w:p w14:paraId="3D0490D8" w14:textId="12FA0D7D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bend</w:t>
            </w:r>
          </w:p>
        </w:tc>
        <w:tc>
          <w:tcPr>
            <w:tcW w:w="1134" w:type="dxa"/>
          </w:tcPr>
          <w:p w14:paraId="7335719A" w14:textId="7ECA962C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6454178E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918911C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01307A5A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1A68913" w14:textId="02987C6A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4678" w:type="dxa"/>
          </w:tcPr>
          <w:p w14:paraId="1CE5842F" w14:textId="13047512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tee</w:t>
            </w:r>
          </w:p>
        </w:tc>
        <w:tc>
          <w:tcPr>
            <w:tcW w:w="1134" w:type="dxa"/>
          </w:tcPr>
          <w:p w14:paraId="2C0CB04E" w14:textId="4BE68587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DD460C5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916DDC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76A5F12A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3D87FDA" w14:textId="33B49ABC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4678" w:type="dxa"/>
          </w:tcPr>
          <w:p w14:paraId="33ADB7B2" w14:textId="5A746ACD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Gutter outlet 100mm dia</w:t>
            </w:r>
          </w:p>
        </w:tc>
        <w:tc>
          <w:tcPr>
            <w:tcW w:w="1134" w:type="dxa"/>
          </w:tcPr>
          <w:p w14:paraId="2A6CF7EA" w14:textId="53B64E41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316F9417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0910628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65C3CBE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FF2974B" w14:textId="02D8672A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4678" w:type="dxa"/>
          </w:tcPr>
          <w:p w14:paraId="38A2E3ED" w14:textId="0FF0ECDC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Blind rivert 4.6mm @ 100no/pkt</w:t>
            </w:r>
          </w:p>
        </w:tc>
        <w:tc>
          <w:tcPr>
            <w:tcW w:w="1134" w:type="dxa"/>
          </w:tcPr>
          <w:p w14:paraId="5C0EC01B" w14:textId="381A0075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3CECB0D0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47EFB5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7EED5E3D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631BDA2" w14:textId="5152347C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4678" w:type="dxa"/>
          </w:tcPr>
          <w:p w14:paraId="6D44F1ED" w14:textId="6A2C9200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Silicone sealant</w:t>
            </w:r>
          </w:p>
        </w:tc>
        <w:tc>
          <w:tcPr>
            <w:tcW w:w="1134" w:type="dxa"/>
          </w:tcPr>
          <w:p w14:paraId="0901F787" w14:textId="495B7B28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2B81B536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A1190D1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1A689DF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A15029" w14:textId="7760BED2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4678" w:type="dxa"/>
          </w:tcPr>
          <w:p w14:paraId="618D1F5E" w14:textId="6744D57F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Standard flush door 40x400x200mm</w:t>
            </w:r>
          </w:p>
        </w:tc>
        <w:tc>
          <w:tcPr>
            <w:tcW w:w="1134" w:type="dxa"/>
          </w:tcPr>
          <w:p w14:paraId="7DF93741" w14:textId="09A99D08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5CC9BE36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292F25C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40C1D67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B32D272" w14:textId="466290BF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39 </w:t>
            </w:r>
          </w:p>
        </w:tc>
        <w:tc>
          <w:tcPr>
            <w:tcW w:w="4678" w:type="dxa"/>
          </w:tcPr>
          <w:p w14:paraId="67C063BC" w14:textId="41092197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Standard flush door 40x800x200mm hung in pairs</w:t>
            </w:r>
          </w:p>
        </w:tc>
        <w:tc>
          <w:tcPr>
            <w:tcW w:w="1134" w:type="dxa"/>
          </w:tcPr>
          <w:p w14:paraId="5ABF1B1B" w14:textId="14F9F12D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07FC5A7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0CE989E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7DB6DC7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11A3EB" w14:textId="47BFF17E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40</w:t>
            </w:r>
          </w:p>
        </w:tc>
        <w:tc>
          <w:tcPr>
            <w:tcW w:w="4678" w:type="dxa"/>
          </w:tcPr>
          <w:p w14:paraId="3FCA121D" w14:textId="53B37010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butt brass hinges</w:t>
            </w:r>
          </w:p>
        </w:tc>
        <w:tc>
          <w:tcPr>
            <w:tcW w:w="1134" w:type="dxa"/>
          </w:tcPr>
          <w:p w14:paraId="4625AEAA" w14:textId="18B6AA92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9" w:type="dxa"/>
          </w:tcPr>
          <w:p w14:paraId="2EAA85DA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EDDCAB8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79C1317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767889" w14:textId="67894FD0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4678" w:type="dxa"/>
          </w:tcPr>
          <w:p w14:paraId="2DFB22AC" w14:textId="3DC0D986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Night latch lock complete with handles and keys</w:t>
            </w:r>
          </w:p>
        </w:tc>
        <w:tc>
          <w:tcPr>
            <w:tcW w:w="1134" w:type="dxa"/>
          </w:tcPr>
          <w:p w14:paraId="166DE08D" w14:textId="3C7C82AA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104C4051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84C14A7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44EB0C6A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9A0CDA" w14:textId="120EE1F2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4678" w:type="dxa"/>
          </w:tcPr>
          <w:p w14:paraId="53EC0466" w14:textId="2A4BA57A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barrel bolt complete with screw</w:t>
            </w:r>
          </w:p>
        </w:tc>
        <w:tc>
          <w:tcPr>
            <w:tcW w:w="1134" w:type="dxa"/>
          </w:tcPr>
          <w:p w14:paraId="2071AAFA" w14:textId="520FBD12" w:rsidR="0053558D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43B8FE34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AFCF260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3558D" w:rsidRPr="00492684" w14:paraId="7453A698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4643CC0" w14:textId="52755FEC" w:rsidR="0053558D" w:rsidRDefault="0053558D" w:rsidP="00C44890">
            <w:pPr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4678" w:type="dxa"/>
          </w:tcPr>
          <w:p w14:paraId="747B8656" w14:textId="57ABC575" w:rsidR="0053558D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Pvc pipe 15mm distribution line</w:t>
            </w:r>
          </w:p>
        </w:tc>
        <w:tc>
          <w:tcPr>
            <w:tcW w:w="1134" w:type="dxa"/>
          </w:tcPr>
          <w:p w14:paraId="41DD835C" w14:textId="5B14952F" w:rsidR="0053558D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9" w:type="dxa"/>
          </w:tcPr>
          <w:p w14:paraId="6A052C79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38805CE" w14:textId="77777777" w:rsidR="0053558D" w:rsidRPr="00492684" w:rsidRDefault="0053558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1B10722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6F4EB33" w14:textId="1BA0E7CB" w:rsidR="007830BB" w:rsidRDefault="007830BB" w:rsidP="00C44890">
            <w:pPr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4678" w:type="dxa"/>
          </w:tcPr>
          <w:p w14:paraId="2CF00BF9" w14:textId="7E97DE23" w:rsidR="007830BB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Elbow pvc 15mm</w:t>
            </w:r>
          </w:p>
        </w:tc>
        <w:tc>
          <w:tcPr>
            <w:tcW w:w="1134" w:type="dxa"/>
          </w:tcPr>
          <w:p w14:paraId="10082075" w14:textId="7F87A03D" w:rsidR="007830BB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9" w:type="dxa"/>
          </w:tcPr>
          <w:p w14:paraId="22D1E98B" w14:textId="77777777" w:rsidR="007830BB" w:rsidRPr="00492684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F94672" w14:textId="77777777" w:rsidR="007830BB" w:rsidRPr="00492684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5C3BFA4E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A11EE51" w14:textId="07985D8B" w:rsidR="007830BB" w:rsidRDefault="007830BB" w:rsidP="00C44890">
            <w:pPr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4678" w:type="dxa"/>
          </w:tcPr>
          <w:p w14:paraId="4CF0785C" w14:textId="172B4E98" w:rsidR="007830BB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Male adaptor 15mm</w:t>
            </w:r>
          </w:p>
        </w:tc>
        <w:tc>
          <w:tcPr>
            <w:tcW w:w="1134" w:type="dxa"/>
          </w:tcPr>
          <w:p w14:paraId="40464095" w14:textId="3027DDC3" w:rsidR="007830BB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622861D4" w14:textId="77777777" w:rsidR="007830BB" w:rsidRPr="00492684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23DE9B7" w14:textId="77777777" w:rsidR="007830BB" w:rsidRPr="00492684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54F8008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7AE5A2" w14:textId="1E71D441" w:rsidR="007830BB" w:rsidRDefault="007830BB" w:rsidP="00C44890">
            <w:pPr>
              <w:rPr>
                <w:lang w:val="en-GB"/>
              </w:rPr>
            </w:pPr>
            <w:r>
              <w:rPr>
                <w:lang w:val="en-GB"/>
              </w:rPr>
              <w:t>46</w:t>
            </w:r>
          </w:p>
        </w:tc>
        <w:tc>
          <w:tcPr>
            <w:tcW w:w="4678" w:type="dxa"/>
          </w:tcPr>
          <w:p w14:paraId="79C82554" w14:textId="446E3D1E" w:rsidR="007830BB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Female adaptor 15mm</w:t>
            </w:r>
          </w:p>
        </w:tc>
        <w:tc>
          <w:tcPr>
            <w:tcW w:w="1134" w:type="dxa"/>
          </w:tcPr>
          <w:p w14:paraId="0E4D1189" w14:textId="60E85774" w:rsidR="007830BB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3DA67EB9" w14:textId="77777777" w:rsidR="007830BB" w:rsidRPr="00492684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75863C3" w14:textId="77777777" w:rsidR="007830BB" w:rsidRPr="00492684" w:rsidRDefault="007830B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1FB64E8A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688DF4B" w14:textId="11637266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4678" w:type="dxa"/>
          </w:tcPr>
          <w:p w14:paraId="1BEAFC6B" w14:textId="44AF6C64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Pilla tap 15mm </w:t>
            </w:r>
          </w:p>
        </w:tc>
        <w:tc>
          <w:tcPr>
            <w:tcW w:w="1134" w:type="dxa"/>
          </w:tcPr>
          <w:p w14:paraId="20E242E1" w14:textId="337B42E9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232C7972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C3BDDBB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3B628294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61FE133" w14:textId="548957F7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4678" w:type="dxa"/>
          </w:tcPr>
          <w:p w14:paraId="200F3826" w14:textId="227C86A2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Thead tape</w:t>
            </w:r>
          </w:p>
        </w:tc>
        <w:tc>
          <w:tcPr>
            <w:tcW w:w="1134" w:type="dxa"/>
          </w:tcPr>
          <w:p w14:paraId="02E9BC63" w14:textId="0371E8CB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5BECC661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5835BB9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79986A4C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9F09BB" w14:textId="16DDC29A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49</w:t>
            </w:r>
          </w:p>
        </w:tc>
        <w:tc>
          <w:tcPr>
            <w:tcW w:w="4678" w:type="dxa"/>
          </w:tcPr>
          <w:p w14:paraId="4A45030E" w14:textId="61742645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Solvent cement 500g</w:t>
            </w:r>
          </w:p>
        </w:tc>
        <w:tc>
          <w:tcPr>
            <w:tcW w:w="1134" w:type="dxa"/>
          </w:tcPr>
          <w:p w14:paraId="54930BCC" w14:textId="5C90761B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2838778A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4EA83A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510368B6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7320D3C" w14:textId="59D00664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4678" w:type="dxa"/>
          </w:tcPr>
          <w:p w14:paraId="46326D7F" w14:textId="6E43FE8C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4’0” LED  light fitting complete</w:t>
            </w:r>
          </w:p>
        </w:tc>
        <w:tc>
          <w:tcPr>
            <w:tcW w:w="1134" w:type="dxa"/>
          </w:tcPr>
          <w:p w14:paraId="179F6B8B" w14:textId="2FF3F808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59ED7522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B377B1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1151717C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E0792F6" w14:textId="0643E4F0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51</w:t>
            </w:r>
          </w:p>
        </w:tc>
        <w:tc>
          <w:tcPr>
            <w:tcW w:w="4678" w:type="dxa"/>
          </w:tcPr>
          <w:p w14:paraId="239DA350" w14:textId="342CAE1B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Light switch one way</w:t>
            </w:r>
          </w:p>
        </w:tc>
        <w:tc>
          <w:tcPr>
            <w:tcW w:w="1134" w:type="dxa"/>
          </w:tcPr>
          <w:p w14:paraId="718EF386" w14:textId="5F8468FB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1421561E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DF168E1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191DA221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2D70F4" w14:textId="790DDEF2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4678" w:type="dxa"/>
          </w:tcPr>
          <w:p w14:paraId="605323FE" w14:textId="5F3E1A5D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Light switch two way</w:t>
            </w:r>
          </w:p>
        </w:tc>
        <w:tc>
          <w:tcPr>
            <w:tcW w:w="1134" w:type="dxa"/>
          </w:tcPr>
          <w:p w14:paraId="7098C214" w14:textId="06921F43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2F5A6E4E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4675B0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2F96341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6A4B27" w14:textId="79DADE3B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53</w:t>
            </w:r>
          </w:p>
        </w:tc>
        <w:tc>
          <w:tcPr>
            <w:tcW w:w="4678" w:type="dxa"/>
          </w:tcPr>
          <w:p w14:paraId="19D1E5FF" w14:textId="0B2AB78D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1.5mm cable wire</w:t>
            </w:r>
          </w:p>
        </w:tc>
        <w:tc>
          <w:tcPr>
            <w:tcW w:w="1134" w:type="dxa"/>
          </w:tcPr>
          <w:p w14:paraId="24711E69" w14:textId="0623F341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1559" w:type="dxa"/>
          </w:tcPr>
          <w:p w14:paraId="22A87385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36472D5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06F184E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8CC2B25" w14:textId="25A53ADB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54</w:t>
            </w:r>
          </w:p>
        </w:tc>
        <w:tc>
          <w:tcPr>
            <w:tcW w:w="4678" w:type="dxa"/>
          </w:tcPr>
          <w:p w14:paraId="2BA00CE6" w14:textId="297E4086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Mounting block</w:t>
            </w:r>
          </w:p>
        </w:tc>
        <w:tc>
          <w:tcPr>
            <w:tcW w:w="1134" w:type="dxa"/>
          </w:tcPr>
          <w:p w14:paraId="361BA0F5" w14:textId="14D6267F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9" w:type="dxa"/>
          </w:tcPr>
          <w:p w14:paraId="5CFAA2D4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6459854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52BB9FDC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6A8A37C" w14:textId="6C64D828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4678" w:type="dxa"/>
          </w:tcPr>
          <w:p w14:paraId="1E949E8C" w14:textId="29D78F02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Insulating tape</w:t>
            </w:r>
          </w:p>
        </w:tc>
        <w:tc>
          <w:tcPr>
            <w:tcW w:w="1134" w:type="dxa"/>
          </w:tcPr>
          <w:p w14:paraId="469313CF" w14:textId="6A297278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136BD9D3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901D2A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20C5A058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B421B94" w14:textId="6F41603B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56</w:t>
            </w:r>
          </w:p>
        </w:tc>
        <w:tc>
          <w:tcPr>
            <w:tcW w:w="4678" w:type="dxa"/>
          </w:tcPr>
          <w:p w14:paraId="3229006A" w14:textId="3764D8A9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Double power point</w:t>
            </w:r>
          </w:p>
        </w:tc>
        <w:tc>
          <w:tcPr>
            <w:tcW w:w="1134" w:type="dxa"/>
          </w:tcPr>
          <w:p w14:paraId="6A01C1E4" w14:textId="6CC65633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60782A6F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D00BFA9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525E1F3D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DF7DE5" w14:textId="57AEAE7F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57</w:t>
            </w:r>
          </w:p>
        </w:tc>
        <w:tc>
          <w:tcPr>
            <w:tcW w:w="4678" w:type="dxa"/>
          </w:tcPr>
          <w:p w14:paraId="6AEDA5A3" w14:textId="63147904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Switch board complete with circuit breaker, wiring and connect</w:t>
            </w:r>
          </w:p>
        </w:tc>
        <w:tc>
          <w:tcPr>
            <w:tcW w:w="1134" w:type="dxa"/>
          </w:tcPr>
          <w:p w14:paraId="39F84A56" w14:textId="6B090A7B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0548A348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EACB30F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074781A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D060A2" w14:textId="2FB1E87F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58</w:t>
            </w:r>
          </w:p>
        </w:tc>
        <w:tc>
          <w:tcPr>
            <w:tcW w:w="4678" w:type="dxa"/>
          </w:tcPr>
          <w:p w14:paraId="35181BD1" w14:textId="065E8513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Wall plug</w:t>
            </w:r>
          </w:p>
        </w:tc>
        <w:tc>
          <w:tcPr>
            <w:tcW w:w="1134" w:type="dxa"/>
          </w:tcPr>
          <w:p w14:paraId="78EFE927" w14:textId="7B552F18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26D08145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7FBF089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015BB584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1591F7" w14:textId="4153BD17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59</w:t>
            </w:r>
          </w:p>
        </w:tc>
        <w:tc>
          <w:tcPr>
            <w:tcW w:w="4678" w:type="dxa"/>
          </w:tcPr>
          <w:p w14:paraId="208DA073" w14:textId="56423852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Pink primer 4 litres </w:t>
            </w:r>
          </w:p>
        </w:tc>
        <w:tc>
          <w:tcPr>
            <w:tcW w:w="1134" w:type="dxa"/>
          </w:tcPr>
          <w:p w14:paraId="74512EF2" w14:textId="53D8C6B7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6982EB94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E947BBC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25BDE75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B0AF254" w14:textId="3F168457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4678" w:type="dxa"/>
          </w:tcPr>
          <w:p w14:paraId="0DFF3CFC" w14:textId="58500487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Acrylic Undercoat 4 litres</w:t>
            </w:r>
          </w:p>
        </w:tc>
        <w:tc>
          <w:tcPr>
            <w:tcW w:w="1134" w:type="dxa"/>
          </w:tcPr>
          <w:p w14:paraId="13D3596E" w14:textId="6F6CE863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9" w:type="dxa"/>
          </w:tcPr>
          <w:p w14:paraId="2E1A882F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AE747E5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58BCDD91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CCF805B" w14:textId="755DA4BF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61</w:t>
            </w:r>
          </w:p>
        </w:tc>
        <w:tc>
          <w:tcPr>
            <w:tcW w:w="4678" w:type="dxa"/>
          </w:tcPr>
          <w:p w14:paraId="0F7BE766" w14:textId="5675EE31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Semi Gloss 4 litres</w:t>
            </w:r>
          </w:p>
        </w:tc>
        <w:tc>
          <w:tcPr>
            <w:tcW w:w="1134" w:type="dxa"/>
          </w:tcPr>
          <w:p w14:paraId="1F68DA58" w14:textId="2B39AF44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9" w:type="dxa"/>
          </w:tcPr>
          <w:p w14:paraId="148D34D8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30F1E7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016601C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1134CE" w14:textId="20A5CDFE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62</w:t>
            </w:r>
          </w:p>
        </w:tc>
        <w:tc>
          <w:tcPr>
            <w:tcW w:w="4678" w:type="dxa"/>
          </w:tcPr>
          <w:p w14:paraId="7F23733C" w14:textId="7AE9A414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Tray complete with roller and sleeve</w:t>
            </w:r>
          </w:p>
        </w:tc>
        <w:tc>
          <w:tcPr>
            <w:tcW w:w="1134" w:type="dxa"/>
          </w:tcPr>
          <w:p w14:paraId="0E08D20A" w14:textId="3F39796C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9" w:type="dxa"/>
          </w:tcPr>
          <w:p w14:paraId="036E8C40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30712B8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6A046FB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D6DCFE" w14:textId="2DF3DDB2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63</w:t>
            </w:r>
          </w:p>
        </w:tc>
        <w:tc>
          <w:tcPr>
            <w:tcW w:w="4678" w:type="dxa"/>
          </w:tcPr>
          <w:p w14:paraId="3EE8C3E8" w14:textId="46EE185C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3” paint brush</w:t>
            </w:r>
          </w:p>
        </w:tc>
        <w:tc>
          <w:tcPr>
            <w:tcW w:w="1134" w:type="dxa"/>
          </w:tcPr>
          <w:p w14:paraId="02B067A3" w14:textId="77449113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44848F36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76F0E6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830BB" w:rsidRPr="00492684" w14:paraId="7FA4B652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E62957" w14:textId="60201921" w:rsidR="007830BB" w:rsidRDefault="007830BB" w:rsidP="007830BB">
            <w:pPr>
              <w:rPr>
                <w:lang w:val="en-GB"/>
              </w:rPr>
            </w:pPr>
            <w:r>
              <w:rPr>
                <w:lang w:val="en-GB"/>
              </w:rPr>
              <w:t>64</w:t>
            </w:r>
          </w:p>
        </w:tc>
        <w:tc>
          <w:tcPr>
            <w:tcW w:w="4678" w:type="dxa"/>
          </w:tcPr>
          <w:p w14:paraId="7BCCCFB6" w14:textId="3574FC1B" w:rsidR="007830BB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2” paint brush</w:t>
            </w:r>
          </w:p>
        </w:tc>
        <w:tc>
          <w:tcPr>
            <w:tcW w:w="1134" w:type="dxa"/>
          </w:tcPr>
          <w:p w14:paraId="7B49628A" w14:textId="3E1EE6C4" w:rsidR="007830BB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495637DA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BA97972" w14:textId="77777777" w:rsidR="007830BB" w:rsidRPr="00492684" w:rsidRDefault="007830BB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249AD1AE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D0678E" w14:textId="4AE78171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4678" w:type="dxa"/>
          </w:tcPr>
          <w:p w14:paraId="10215FEC" w14:textId="4956796F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4” galvanised nail</w:t>
            </w:r>
          </w:p>
        </w:tc>
        <w:tc>
          <w:tcPr>
            <w:tcW w:w="1134" w:type="dxa"/>
          </w:tcPr>
          <w:p w14:paraId="6B699017" w14:textId="69832FEE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1559" w:type="dxa"/>
          </w:tcPr>
          <w:p w14:paraId="4BC9AB68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2C181BC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14BC06D1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2643FC" w14:textId="349C10D7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66</w:t>
            </w:r>
          </w:p>
        </w:tc>
        <w:tc>
          <w:tcPr>
            <w:tcW w:w="4678" w:type="dxa"/>
          </w:tcPr>
          <w:p w14:paraId="1E0B02D9" w14:textId="6AE14BE7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3” galvanised nail</w:t>
            </w:r>
          </w:p>
        </w:tc>
        <w:tc>
          <w:tcPr>
            <w:tcW w:w="1134" w:type="dxa"/>
          </w:tcPr>
          <w:p w14:paraId="277912AE" w14:textId="6882C0E8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9" w:type="dxa"/>
          </w:tcPr>
          <w:p w14:paraId="6ACE5A80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972D0AC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4F749D1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3A9EE4" w14:textId="55E92C44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4678" w:type="dxa"/>
          </w:tcPr>
          <w:p w14:paraId="05EE443C" w14:textId="2EA88F91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2” galvanised nail flat head</w:t>
            </w:r>
          </w:p>
        </w:tc>
        <w:tc>
          <w:tcPr>
            <w:tcW w:w="1134" w:type="dxa"/>
          </w:tcPr>
          <w:p w14:paraId="20BC5624" w14:textId="4343FDCE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74415A39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2F30ED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320D41D2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B6A53D" w14:textId="47903C47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68</w:t>
            </w:r>
          </w:p>
        </w:tc>
        <w:tc>
          <w:tcPr>
            <w:tcW w:w="4678" w:type="dxa"/>
          </w:tcPr>
          <w:p w14:paraId="5BEDFEA8" w14:textId="50281B68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3” twisted roof nail with rubber</w:t>
            </w:r>
          </w:p>
        </w:tc>
        <w:tc>
          <w:tcPr>
            <w:tcW w:w="1134" w:type="dxa"/>
          </w:tcPr>
          <w:p w14:paraId="544F69A4" w14:textId="5170B77E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0594A707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2D860FB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24857806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0076FB" w14:textId="478F6456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69</w:t>
            </w:r>
          </w:p>
        </w:tc>
        <w:tc>
          <w:tcPr>
            <w:tcW w:w="4678" w:type="dxa"/>
          </w:tcPr>
          <w:p w14:paraId="22E16B34" w14:textId="37F6B39F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12mm dial Bolts &amp; nuts</w:t>
            </w:r>
          </w:p>
        </w:tc>
        <w:tc>
          <w:tcPr>
            <w:tcW w:w="1134" w:type="dxa"/>
          </w:tcPr>
          <w:p w14:paraId="3CDA72A6" w14:textId="482D0C98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559" w:type="dxa"/>
          </w:tcPr>
          <w:p w14:paraId="236D0C18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75BAA1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71636F7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AD2194" w14:textId="22E621CF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4678" w:type="dxa"/>
          </w:tcPr>
          <w:p w14:paraId="5AEDF5FF" w14:textId="59247796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Panel pin </w:t>
            </w:r>
          </w:p>
        </w:tc>
        <w:tc>
          <w:tcPr>
            <w:tcW w:w="1134" w:type="dxa"/>
          </w:tcPr>
          <w:p w14:paraId="76031033" w14:textId="7FA4D49D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6E916930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B7D4F98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768CBCD2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959557" w14:textId="27D1830E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71</w:t>
            </w:r>
          </w:p>
        </w:tc>
        <w:tc>
          <w:tcPr>
            <w:tcW w:w="4678" w:type="dxa"/>
          </w:tcPr>
          <w:p w14:paraId="0E8EF743" w14:textId="073E84BA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1134" w:type="dxa"/>
          </w:tcPr>
          <w:p w14:paraId="1DB071DA" w14:textId="0CFA2C63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559" w:type="dxa"/>
          </w:tcPr>
          <w:p w14:paraId="150C67A1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7F03E25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241DBA79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EC82D7" w14:textId="73002CA8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4678" w:type="dxa"/>
          </w:tcPr>
          <w:p w14:paraId="62645F46" w14:textId="0C3B3BBB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200mm bricks</w:t>
            </w:r>
          </w:p>
        </w:tc>
        <w:tc>
          <w:tcPr>
            <w:tcW w:w="1134" w:type="dxa"/>
          </w:tcPr>
          <w:p w14:paraId="3FA7F338" w14:textId="682D4E2E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128</w:t>
            </w:r>
          </w:p>
        </w:tc>
        <w:tc>
          <w:tcPr>
            <w:tcW w:w="1559" w:type="dxa"/>
          </w:tcPr>
          <w:p w14:paraId="292A8FAD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0D69BA4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4F02B3A0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AC0206" w14:textId="5433423C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73</w:t>
            </w:r>
          </w:p>
        </w:tc>
        <w:tc>
          <w:tcPr>
            <w:tcW w:w="4678" w:type="dxa"/>
          </w:tcPr>
          <w:p w14:paraId="33D69DB0" w14:textId="5217DA91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6mx2.4m/sheet</w:t>
            </w:r>
          </w:p>
        </w:tc>
        <w:tc>
          <w:tcPr>
            <w:tcW w:w="1134" w:type="dxa"/>
          </w:tcPr>
          <w:p w14:paraId="4B6C2601" w14:textId="09987E8E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0EFACFA1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6FC101B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571E1682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7D06FC" w14:textId="4780528C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74</w:t>
            </w:r>
          </w:p>
        </w:tc>
        <w:tc>
          <w:tcPr>
            <w:tcW w:w="4678" w:type="dxa"/>
          </w:tcPr>
          <w:p w14:paraId="6C81B61B" w14:textId="7DCAAFF6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134" w:type="dxa"/>
          </w:tcPr>
          <w:p w14:paraId="47340B5D" w14:textId="4D9D7A1E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9" w:type="dxa"/>
          </w:tcPr>
          <w:p w14:paraId="32A4DBCF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99152B0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3EC2F220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DFE165" w14:textId="6733B015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4678" w:type="dxa"/>
          </w:tcPr>
          <w:p w14:paraId="64D6D879" w14:textId="646E8F5D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6mm diameter 6m </w:t>
            </w:r>
          </w:p>
        </w:tc>
        <w:tc>
          <w:tcPr>
            <w:tcW w:w="1134" w:type="dxa"/>
          </w:tcPr>
          <w:p w14:paraId="213B92AB" w14:textId="7F05FA71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9" w:type="dxa"/>
          </w:tcPr>
          <w:p w14:paraId="05767581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867F00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16481A07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F6BF91" w14:textId="062625A6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76</w:t>
            </w:r>
          </w:p>
        </w:tc>
        <w:tc>
          <w:tcPr>
            <w:tcW w:w="4678" w:type="dxa"/>
          </w:tcPr>
          <w:p w14:paraId="361FD2E0" w14:textId="796FA3E0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Tie wire (45m/roll)</w:t>
            </w:r>
          </w:p>
        </w:tc>
        <w:tc>
          <w:tcPr>
            <w:tcW w:w="1134" w:type="dxa"/>
          </w:tcPr>
          <w:p w14:paraId="7DE9B3DD" w14:textId="4F7BF233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9" w:type="dxa"/>
          </w:tcPr>
          <w:p w14:paraId="09A612FC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332FE07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A2A24" w:rsidRPr="00492684" w14:paraId="4675D4A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9264B0B" w14:textId="1F508D17" w:rsidR="006A2A24" w:rsidRDefault="006A2A24" w:rsidP="007830BB">
            <w:pPr>
              <w:rPr>
                <w:lang w:val="en-GB"/>
              </w:rPr>
            </w:pPr>
            <w:r>
              <w:rPr>
                <w:lang w:val="en-GB"/>
              </w:rPr>
              <w:t>77</w:t>
            </w:r>
          </w:p>
        </w:tc>
        <w:tc>
          <w:tcPr>
            <w:tcW w:w="4678" w:type="dxa"/>
          </w:tcPr>
          <w:p w14:paraId="7D19C8A6" w14:textId="616A3B87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100L water tank</w:t>
            </w:r>
          </w:p>
        </w:tc>
        <w:tc>
          <w:tcPr>
            <w:tcW w:w="1134" w:type="dxa"/>
          </w:tcPr>
          <w:p w14:paraId="61337878" w14:textId="1C713967" w:rsidR="006A2A2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0EA190A7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7371036" w14:textId="77777777" w:rsidR="006A2A24" w:rsidRPr="00492684" w:rsidRDefault="006A2A24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78FEC09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FA17C69" w14:textId="49D8B1BB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78</w:t>
            </w:r>
          </w:p>
        </w:tc>
        <w:tc>
          <w:tcPr>
            <w:tcW w:w="4678" w:type="dxa"/>
          </w:tcPr>
          <w:p w14:paraId="612EA02F" w14:textId="7DD5926D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Shovel</w:t>
            </w:r>
          </w:p>
        </w:tc>
        <w:tc>
          <w:tcPr>
            <w:tcW w:w="1134" w:type="dxa"/>
          </w:tcPr>
          <w:p w14:paraId="54C41552" w14:textId="0051278A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</w:tcPr>
          <w:p w14:paraId="0172DA5D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E2FC0A8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7B084BB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DEB3CEF" w14:textId="753C8109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79</w:t>
            </w:r>
          </w:p>
        </w:tc>
        <w:tc>
          <w:tcPr>
            <w:tcW w:w="4678" w:type="dxa"/>
          </w:tcPr>
          <w:p w14:paraId="548D6A86" w14:textId="048BF81F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Wheel barrows</w:t>
            </w:r>
          </w:p>
        </w:tc>
        <w:tc>
          <w:tcPr>
            <w:tcW w:w="1134" w:type="dxa"/>
          </w:tcPr>
          <w:p w14:paraId="503C7E61" w14:textId="1AF1B411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3BC93810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1789C13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489F387E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6BD0F7F" w14:textId="6A7158F5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4678" w:type="dxa"/>
          </w:tcPr>
          <w:p w14:paraId="6E084996" w14:textId="768B940F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Colt cutter</w:t>
            </w:r>
          </w:p>
        </w:tc>
        <w:tc>
          <w:tcPr>
            <w:tcW w:w="1134" w:type="dxa"/>
          </w:tcPr>
          <w:p w14:paraId="4EFBE026" w14:textId="5CEAE1F9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2FD2F7EF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B7E5567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74AF207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131E" w14:textId="56275A32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81</w:t>
            </w:r>
          </w:p>
        </w:tc>
        <w:tc>
          <w:tcPr>
            <w:tcW w:w="4678" w:type="dxa"/>
          </w:tcPr>
          <w:p w14:paraId="1D792298" w14:textId="60EAA035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Crow bars</w:t>
            </w:r>
          </w:p>
        </w:tc>
        <w:tc>
          <w:tcPr>
            <w:tcW w:w="1134" w:type="dxa"/>
          </w:tcPr>
          <w:p w14:paraId="4B30D9A4" w14:textId="58E6072D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2C1A39CD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28436B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29A27C1A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D17AD7" w14:textId="6B07E4DE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82</w:t>
            </w:r>
          </w:p>
        </w:tc>
        <w:tc>
          <w:tcPr>
            <w:tcW w:w="4678" w:type="dxa"/>
          </w:tcPr>
          <w:p w14:paraId="7F622E4B" w14:textId="50FDA2EF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Trowel 200mm pointed</w:t>
            </w:r>
          </w:p>
        </w:tc>
        <w:tc>
          <w:tcPr>
            <w:tcW w:w="1134" w:type="dxa"/>
          </w:tcPr>
          <w:p w14:paraId="7496E92E" w14:textId="4AC3448F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5C7C91B4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1EE9A4E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5A45317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E3A637" w14:textId="22664DC6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83</w:t>
            </w:r>
          </w:p>
        </w:tc>
        <w:tc>
          <w:tcPr>
            <w:tcW w:w="4678" w:type="dxa"/>
          </w:tcPr>
          <w:p w14:paraId="1B6C5710" w14:textId="187B1710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Trowel plaster</w:t>
            </w:r>
          </w:p>
        </w:tc>
        <w:tc>
          <w:tcPr>
            <w:tcW w:w="1134" w:type="dxa"/>
          </w:tcPr>
          <w:p w14:paraId="2654B471" w14:textId="612AADEE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1A9B0C4C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93390C2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2FADD3FC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3739935" w14:textId="11BDE247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84</w:t>
            </w:r>
          </w:p>
        </w:tc>
        <w:tc>
          <w:tcPr>
            <w:tcW w:w="4678" w:type="dxa"/>
          </w:tcPr>
          <w:p w14:paraId="14C960D8" w14:textId="03EA08FB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Circular saw</w:t>
            </w:r>
          </w:p>
        </w:tc>
        <w:tc>
          <w:tcPr>
            <w:tcW w:w="1134" w:type="dxa"/>
          </w:tcPr>
          <w:p w14:paraId="0C95091A" w14:textId="6CDFE692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4C8ADAA0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F1FE1A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6AF8A52C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7A248A" w14:textId="68096407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4678" w:type="dxa"/>
          </w:tcPr>
          <w:p w14:paraId="67D86C51" w14:textId="45A537AC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Block mould 200mm thick</w:t>
            </w:r>
          </w:p>
        </w:tc>
        <w:tc>
          <w:tcPr>
            <w:tcW w:w="1134" w:type="dxa"/>
          </w:tcPr>
          <w:p w14:paraId="74C04361" w14:textId="7D6EB568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0EE5C5EB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FE68E95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5AAE6FD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298388" w14:textId="41223133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86</w:t>
            </w:r>
          </w:p>
        </w:tc>
        <w:tc>
          <w:tcPr>
            <w:tcW w:w="4678" w:type="dxa"/>
          </w:tcPr>
          <w:p w14:paraId="54A7F2FE" w14:textId="43E79EE6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Cordless drill</w:t>
            </w:r>
          </w:p>
        </w:tc>
        <w:tc>
          <w:tcPr>
            <w:tcW w:w="1134" w:type="dxa"/>
          </w:tcPr>
          <w:p w14:paraId="4A21CB1F" w14:textId="7CA109A7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0D7A3DBB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59EDDC4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00EA8AAD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F2DEADF" w14:textId="4751AAC7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87</w:t>
            </w:r>
          </w:p>
        </w:tc>
        <w:tc>
          <w:tcPr>
            <w:tcW w:w="4678" w:type="dxa"/>
          </w:tcPr>
          <w:p w14:paraId="0F9838D8" w14:textId="0F623DA3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Leadwire 20m</w:t>
            </w:r>
          </w:p>
        </w:tc>
        <w:tc>
          <w:tcPr>
            <w:tcW w:w="1134" w:type="dxa"/>
          </w:tcPr>
          <w:p w14:paraId="5DC9630D" w14:textId="04616CCD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11E9C67D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07057F1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6EFEE140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30AFC9B" w14:textId="66102D2E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88</w:t>
            </w:r>
          </w:p>
        </w:tc>
        <w:tc>
          <w:tcPr>
            <w:tcW w:w="4678" w:type="dxa"/>
          </w:tcPr>
          <w:p w14:paraId="57898AA4" w14:textId="419FCA44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Angle grinder</w:t>
            </w:r>
          </w:p>
        </w:tc>
        <w:tc>
          <w:tcPr>
            <w:tcW w:w="1134" w:type="dxa"/>
          </w:tcPr>
          <w:p w14:paraId="5298A898" w14:textId="566FDA24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4588B918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319A72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2AA38A85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6D4C16" w14:textId="1D1E0F5F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89</w:t>
            </w:r>
          </w:p>
        </w:tc>
        <w:tc>
          <w:tcPr>
            <w:tcW w:w="4678" w:type="dxa"/>
          </w:tcPr>
          <w:p w14:paraId="5F0CCDF8" w14:textId="3D6BB927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Hose 12mm dimeter 25</w:t>
            </w:r>
          </w:p>
        </w:tc>
        <w:tc>
          <w:tcPr>
            <w:tcW w:w="1134" w:type="dxa"/>
          </w:tcPr>
          <w:p w14:paraId="0946851B" w14:textId="6F11BF28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16D0066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DB52D9B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141E164B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6F6C938" w14:textId="3C6FD22B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90</w:t>
            </w:r>
          </w:p>
        </w:tc>
        <w:tc>
          <w:tcPr>
            <w:tcW w:w="4678" w:type="dxa"/>
          </w:tcPr>
          <w:p w14:paraId="5492595C" w14:textId="299D596C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Silicone gun</w:t>
            </w:r>
          </w:p>
        </w:tc>
        <w:tc>
          <w:tcPr>
            <w:tcW w:w="1134" w:type="dxa"/>
          </w:tcPr>
          <w:p w14:paraId="0D7B0D78" w14:textId="4499703A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44C06F6A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57EFF8A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3AA71BA3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DC95798" w14:textId="3782C69B" w:rsidR="00ED14DE" w:rsidRDefault="00ED14DE" w:rsidP="007830BB">
            <w:pPr>
              <w:rPr>
                <w:lang w:val="en-GB"/>
              </w:rPr>
            </w:pPr>
            <w:r>
              <w:rPr>
                <w:lang w:val="en-GB"/>
              </w:rPr>
              <w:t>91</w:t>
            </w:r>
          </w:p>
        </w:tc>
        <w:tc>
          <w:tcPr>
            <w:tcW w:w="4678" w:type="dxa"/>
          </w:tcPr>
          <w:p w14:paraId="30324AD2" w14:textId="2957866B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Rivet gun </w:t>
            </w:r>
          </w:p>
        </w:tc>
        <w:tc>
          <w:tcPr>
            <w:tcW w:w="1134" w:type="dxa"/>
          </w:tcPr>
          <w:p w14:paraId="146D23A6" w14:textId="657DB869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39FD441D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42AD7D7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D14DE" w:rsidRPr="00492684" w14:paraId="25CDB81A" w14:textId="77777777" w:rsidTr="00783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8C35FE7" w14:textId="77777777" w:rsidR="00ED14DE" w:rsidRDefault="00ED14DE" w:rsidP="007830BB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A4303E6" w14:textId="77777777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67F9665E" w14:textId="77777777" w:rsidR="00ED14DE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5D91FDA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5A7EA20" w14:textId="77777777" w:rsidR="00ED14DE" w:rsidRPr="00492684" w:rsidRDefault="00ED14DE" w:rsidP="00783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1467" w14:textId="77777777" w:rsidR="00AD5E1E" w:rsidRDefault="00AD5E1E">
      <w:r>
        <w:separator/>
      </w:r>
    </w:p>
  </w:endnote>
  <w:endnote w:type="continuationSeparator" w:id="0">
    <w:p w14:paraId="7D0FF3EE" w14:textId="77777777" w:rsidR="00AD5E1E" w:rsidRDefault="00AD5E1E">
      <w:r>
        <w:continuationSeparator/>
      </w:r>
    </w:p>
  </w:endnote>
  <w:endnote w:type="continuationNotice" w:id="1">
    <w:p w14:paraId="7B3ECA04" w14:textId="77777777" w:rsidR="00AD5E1E" w:rsidRDefault="00AD5E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 Semilight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268CC1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D14DE" w:rsidRPr="00ED14D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D14DE" w:rsidRPr="00ED14DE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5F99FDB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01E5F">
      <w:rPr>
        <w:noProof/>
      </w:rPr>
      <w:t>2025-09-04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D6C1F" w14:textId="77777777" w:rsidR="00AD5E1E" w:rsidRDefault="00AD5E1E">
      <w:r>
        <w:separator/>
      </w:r>
    </w:p>
  </w:footnote>
  <w:footnote w:type="continuationSeparator" w:id="0">
    <w:p w14:paraId="06BE6F49" w14:textId="77777777" w:rsidR="00AD5E1E" w:rsidRDefault="00AD5E1E">
      <w:r>
        <w:continuationSeparator/>
      </w:r>
    </w:p>
  </w:footnote>
  <w:footnote w:type="continuationNotice" w:id="1">
    <w:p w14:paraId="2BFD0915" w14:textId="77777777" w:rsidR="00AD5E1E" w:rsidRDefault="00AD5E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87B83"/>
    <w:multiLevelType w:val="hybridMultilevel"/>
    <w:tmpl w:val="ACE080DE"/>
    <w:lvl w:ilvl="0" w:tplc="BE1CAB86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678967">
    <w:abstractNumId w:val="2"/>
  </w:num>
  <w:num w:numId="2" w16cid:durableId="1579052312">
    <w:abstractNumId w:val="14"/>
  </w:num>
  <w:num w:numId="3" w16cid:durableId="1920023349">
    <w:abstractNumId w:val="15"/>
  </w:num>
  <w:num w:numId="4" w16cid:durableId="610473954">
    <w:abstractNumId w:val="6"/>
  </w:num>
  <w:num w:numId="5" w16cid:durableId="1173178171">
    <w:abstractNumId w:val="5"/>
  </w:num>
  <w:num w:numId="6" w16cid:durableId="1563128757">
    <w:abstractNumId w:val="10"/>
  </w:num>
  <w:num w:numId="7" w16cid:durableId="1863082170">
    <w:abstractNumId w:val="7"/>
  </w:num>
  <w:num w:numId="8" w16cid:durableId="965820837">
    <w:abstractNumId w:val="12"/>
  </w:num>
  <w:num w:numId="9" w16cid:durableId="862935332">
    <w:abstractNumId w:val="0"/>
  </w:num>
  <w:num w:numId="10" w16cid:durableId="1560625122">
    <w:abstractNumId w:val="11"/>
  </w:num>
  <w:num w:numId="11" w16cid:durableId="936983000">
    <w:abstractNumId w:val="3"/>
  </w:num>
  <w:num w:numId="12" w16cid:durableId="1920867947">
    <w:abstractNumId w:val="9"/>
  </w:num>
  <w:num w:numId="13" w16cid:durableId="41295992">
    <w:abstractNumId w:val="13"/>
  </w:num>
  <w:num w:numId="14" w16cid:durableId="610285691">
    <w:abstractNumId w:val="4"/>
  </w:num>
  <w:num w:numId="15" w16cid:durableId="1450124631">
    <w:abstractNumId w:val="8"/>
  </w:num>
  <w:num w:numId="16" w16cid:durableId="44566395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58D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4F0C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2A24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BA6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0BB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1E5F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0F5D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2BE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E1E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6E4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86E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C35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7249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14DE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41E9A7-B33A-414C-81D9-F102C674F9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1158</TotalTime>
  <Pages>5</Pages>
  <Words>587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3932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8</cp:revision>
  <cp:lastPrinted>2013-10-18T08:32:00Z</cp:lastPrinted>
  <dcterms:created xsi:type="dcterms:W3CDTF">2025-09-03T03:34:00Z</dcterms:created>
  <dcterms:modified xsi:type="dcterms:W3CDTF">2025-09-03T23:47:00Z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